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2916B-FFE1-4BD1-A31F-44798D03C9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